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EE" w:rsidRPr="002E241D" w:rsidRDefault="006A3DEE" w:rsidP="008128B2">
      <w:pPr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 Тақырыбы:</w:t>
      </w:r>
      <w:r w:rsidRPr="002E241D">
        <w:rPr>
          <w:rFonts w:ascii="Times New Roman" w:hAnsi="Times New Roman"/>
          <w:sz w:val="18"/>
          <w:szCs w:val="18"/>
          <w:lang w:val="kk-KZ"/>
        </w:rPr>
        <w:t xml:space="preserve"> «Омыртқалылар типінің кластары»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Мақсаты:</w:t>
      </w:r>
      <w:r w:rsidRPr="002E241D">
        <w:rPr>
          <w:rFonts w:ascii="Times New Roman" w:hAnsi="Times New Roman"/>
          <w:sz w:val="18"/>
          <w:szCs w:val="18"/>
          <w:lang w:val="kk-KZ"/>
        </w:rPr>
        <w:t xml:space="preserve"> Омыртқалы жануарлардың құстар, қосмекенділер, жорғалаушылар, сүтқоректілер кластары туралы білімдерін қайталау, қорытындылау.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Міндеттері:</w:t>
      </w:r>
      <w:r w:rsidRPr="002E241D">
        <w:rPr>
          <w:rFonts w:ascii="Times New Roman" w:hAnsi="Times New Roman"/>
          <w:sz w:val="18"/>
          <w:szCs w:val="18"/>
          <w:lang w:val="kk-KZ"/>
        </w:rPr>
        <w:t xml:space="preserve">  </w:t>
      </w:r>
    </w:p>
    <w:p w:rsidR="006A3DEE" w:rsidRPr="002E241D" w:rsidRDefault="006A3DEE" w:rsidP="00925E8F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1</w:t>
      </w:r>
      <w:r w:rsidRPr="002E241D">
        <w:rPr>
          <w:rFonts w:ascii="Times New Roman" w:hAnsi="Times New Roman"/>
          <w:sz w:val="18"/>
          <w:szCs w:val="18"/>
          <w:lang w:val="kk-KZ"/>
        </w:rPr>
        <w:t>.Сайыс сабағы арқылы оқушылардың білімдерін қайталау, жинақтау, іздену және пәнге қызығуын арттырып, білім сапасын көтеру</w:t>
      </w:r>
    </w:p>
    <w:p w:rsidR="006A3DEE" w:rsidRPr="002E241D" w:rsidRDefault="006A3DEE" w:rsidP="00925E8F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2</w:t>
      </w:r>
      <w:r w:rsidRPr="002E241D">
        <w:rPr>
          <w:rFonts w:ascii="Times New Roman" w:hAnsi="Times New Roman"/>
          <w:sz w:val="18"/>
          <w:szCs w:val="18"/>
          <w:lang w:val="kk-KZ"/>
        </w:rPr>
        <w:t xml:space="preserve">.Оқушыларды шығармашылық тұрғыда ойлануы мен ақыл-ой, ұжымдық ойлау, интелектуалдық  қабілеттерін дамыту, таным біліктіліктерін арттыру. </w:t>
      </w:r>
      <w:r w:rsidRPr="002E241D">
        <w:rPr>
          <w:rFonts w:ascii="Times New Roman" w:hAnsi="Times New Roman"/>
          <w:b/>
          <w:sz w:val="18"/>
          <w:szCs w:val="18"/>
          <w:lang w:val="kk-KZ"/>
        </w:rPr>
        <w:t>3</w:t>
      </w:r>
      <w:r w:rsidRPr="002E241D">
        <w:rPr>
          <w:rFonts w:ascii="Times New Roman" w:hAnsi="Times New Roman"/>
          <w:sz w:val="18"/>
          <w:szCs w:val="18"/>
          <w:lang w:val="kk-KZ"/>
        </w:rPr>
        <w:t xml:space="preserve">.Топтасып жұмыс істеуге, ұйымшылдыққа, белсенділікке, жауапкершілікке, шығармашылыққа тәрбиелеу.  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Көрнекілігі:</w:t>
      </w:r>
      <w:r w:rsidRPr="002E241D">
        <w:rPr>
          <w:rFonts w:ascii="Times New Roman" w:hAnsi="Times New Roman"/>
          <w:sz w:val="18"/>
          <w:szCs w:val="18"/>
          <w:lang w:val="kk-KZ"/>
        </w:rPr>
        <w:t xml:space="preserve"> интерактивті тақта, үлестірмелі материалдар, слайд, оқушылардың кластар бойынша ерекшеленуі.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Типі:</w:t>
      </w:r>
      <w:r w:rsidRPr="002E241D">
        <w:rPr>
          <w:rFonts w:ascii="Times New Roman" w:hAnsi="Times New Roman"/>
          <w:sz w:val="18"/>
          <w:szCs w:val="18"/>
          <w:lang w:val="kk-KZ"/>
        </w:rPr>
        <w:t xml:space="preserve"> білім тексеру сабағы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Түрі:</w:t>
      </w:r>
      <w:r w:rsidRPr="002E241D">
        <w:rPr>
          <w:rFonts w:ascii="Times New Roman" w:hAnsi="Times New Roman"/>
          <w:sz w:val="18"/>
          <w:szCs w:val="18"/>
          <w:lang w:val="kk-KZ"/>
        </w:rPr>
        <w:t xml:space="preserve"> дәстүрлі емес, «Аймақтар аламаны» ойын-сайысы 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Әдісі:</w:t>
      </w:r>
      <w:r w:rsidRPr="002E241D">
        <w:rPr>
          <w:rFonts w:ascii="Times New Roman" w:hAnsi="Times New Roman"/>
          <w:sz w:val="18"/>
          <w:szCs w:val="18"/>
          <w:lang w:val="kk-KZ"/>
        </w:rPr>
        <w:t xml:space="preserve">  сұрақ-жауап, басқатырғылар, жұмбақтар шешу. 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Сабақ барысы: Психологиялық жаттығу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Алақанды созайық,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Сәттілік тілеп сабаққа ,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Көңілді де болайық.</w:t>
      </w:r>
    </w:p>
    <w:p w:rsidR="006A3DEE" w:rsidRPr="002E241D" w:rsidRDefault="006A3DEE" w:rsidP="00992B8D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Мұғалім: </w:t>
      </w:r>
      <w:r w:rsidRPr="002E241D">
        <w:rPr>
          <w:rFonts w:ascii="Times New Roman" w:hAnsi="Times New Roman"/>
          <w:sz w:val="18"/>
          <w:szCs w:val="18"/>
          <w:lang w:val="kk-KZ"/>
        </w:rPr>
        <w:t xml:space="preserve">Балалар  біз бүгін өткен омыртқалы жануарлардың құстар, жорғалаушылар, қосмекенділер, сүтқоректілер кластары туралы қорытынды сабағымызды «Аймақтар аламаны» ойын-сайыс түрінде өткіземіз.  Сынып оқушылары 4 аймаққа бөлінеді. Құстар, қосмекенділер, жорғалаушылар, сүтқоректілер аймақтары. Оқушыларды  төрт аламанға бөлу үшін алдын-ала төрт класс  өкілдерінің суреті  бар карточка ұсынылады, оқушы таңдап алады. 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Сайыстың кезеңдері:</w:t>
      </w:r>
      <w:r w:rsidRPr="002E241D">
        <w:rPr>
          <w:rFonts w:ascii="Times New Roman" w:hAnsi="Times New Roman"/>
          <w:sz w:val="18"/>
          <w:szCs w:val="18"/>
          <w:lang w:val="kk-KZ"/>
        </w:rPr>
        <w:t xml:space="preserve"> І. Таныстыру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              ІІ. Бәйге 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             ІІІ. «Кім мықты» 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           IV. «Кім тапқыр»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           V. «Кім жүйрік»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           VI.  Жорға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І. Таныстыру. </w:t>
      </w:r>
      <w:r w:rsidRPr="002E241D">
        <w:rPr>
          <w:rFonts w:ascii="Times New Roman" w:hAnsi="Times New Roman"/>
          <w:bCs/>
          <w:sz w:val="18"/>
          <w:szCs w:val="18"/>
          <w:lang w:val="kk-KZ"/>
        </w:rPr>
        <w:t>Әр аламан өздерін таныстырады.</w:t>
      </w: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b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bCs/>
          <w:sz w:val="18"/>
          <w:szCs w:val="18"/>
          <w:lang w:val="kk-KZ"/>
        </w:rPr>
        <w:t>Құстардың таныстыруы:</w:t>
      </w:r>
    </w:p>
    <w:p w:rsidR="006A3DEE" w:rsidRPr="002E241D" w:rsidRDefault="006A3DEE" w:rsidP="009708AC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Ән құрадым үнімен,</w:t>
      </w:r>
    </w:p>
    <w:p w:rsidR="006A3DEE" w:rsidRPr="002E241D" w:rsidRDefault="006A3DEE" w:rsidP="009708AC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Сән құрадым гүлімнен.</w:t>
      </w:r>
    </w:p>
    <w:p w:rsidR="006A3DEE" w:rsidRPr="002E241D" w:rsidRDefault="006A3DEE" w:rsidP="009708AC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Қуантамын бәріңді,</w:t>
      </w:r>
    </w:p>
    <w:p w:rsidR="006A3DEE" w:rsidRPr="002E241D" w:rsidRDefault="006A3DEE" w:rsidP="009708AC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Құт – береке күніммен.</w:t>
      </w:r>
    </w:p>
    <w:p w:rsidR="006A3DEE" w:rsidRPr="002E241D" w:rsidRDefault="006A3DEE" w:rsidP="009708AC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Сәлем, елдің көктемі,</w:t>
      </w:r>
    </w:p>
    <w:p w:rsidR="006A3DEE" w:rsidRPr="002E241D" w:rsidRDefault="006A3DEE" w:rsidP="009708AC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Әлем енді көктеді,</w:t>
      </w:r>
    </w:p>
    <w:p w:rsidR="006A3DEE" w:rsidRPr="002E241D" w:rsidRDefault="006A3DEE" w:rsidP="009708AC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Құрметпенен бас идік,</w:t>
      </w:r>
    </w:p>
    <w:p w:rsidR="006A3DEE" w:rsidRPr="002E241D" w:rsidRDefault="006A3DEE" w:rsidP="009708AC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Құстарыңыз  көктегі.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b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bCs/>
          <w:sz w:val="18"/>
          <w:szCs w:val="18"/>
          <w:lang w:val="kk-KZ"/>
        </w:rPr>
        <w:t>Жорғалаушылардың таныстыруы: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Жорғалаймыз, жүземіз,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Алған беттен таймаймыз.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Әр сұрақтың жауабын,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Жеңілдікпен табамыз.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Жете берсін асқақтаған арманға,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Сәт сапар тілейміз қарсыластарға.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b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bCs/>
          <w:sz w:val="18"/>
          <w:szCs w:val="18"/>
          <w:lang w:val="kk-KZ"/>
        </w:rPr>
        <w:t>Қосмекенділердің таныстыруы: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Біз қосмекенділер, алғаш құрлыққа шыққан,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Жарысқа келдік жүлде емес бар арман.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Мекеніміз бар құрлық пенен су алабы.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Ұшқыр ой мен білімді алып кетер,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Сәлемін  қабыл алыңыз қосмекеннен.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b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bCs/>
          <w:sz w:val="18"/>
          <w:szCs w:val="18"/>
          <w:lang w:val="kk-KZ"/>
        </w:rPr>
        <w:t>Сүтқоректілердің таныстыруы: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Жануар дүниесінен орын тапқан,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Ұрпағын сүтпен асыраған.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Барлық аймақта таралып,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Білімімен қалған арамызда.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Ал, көрермен сәлем бердік баршаңызға,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Келдік міне, сайыс аламанына.  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ІІ. Бәйге сұрақтары:</w:t>
      </w:r>
    </w:p>
    <w:p w:rsidR="006A3DEE" w:rsidRPr="002E241D" w:rsidRDefault="006A3DEE" w:rsidP="00071300">
      <w:pPr>
        <w:spacing w:after="0" w:line="360" w:lineRule="auto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Құстар аймағына арналған сұрақтар:</w:t>
      </w:r>
    </w:p>
    <w:p w:rsidR="006A3DEE" w:rsidRPr="002E241D" w:rsidRDefault="006A3DEE" w:rsidP="00845ECE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Қосмекенділердің жүрегі</w:t>
      </w:r>
    </w:p>
    <w:p w:rsidR="006A3DEE" w:rsidRPr="002E241D" w:rsidRDefault="006A3DEE" w:rsidP="00845ECE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Жорғалаушыларды зерттейтін ғылым</w:t>
      </w:r>
    </w:p>
    <w:p w:rsidR="006A3DEE" w:rsidRPr="002E241D" w:rsidRDefault="006A3DEE" w:rsidP="00845ECE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Құстардың дене температурасы</w:t>
      </w:r>
    </w:p>
    <w:p w:rsidR="006A3DEE" w:rsidRPr="002E241D" w:rsidRDefault="006A3DEE" w:rsidP="00845ECE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Ең алып сүтқоректі</w:t>
      </w:r>
    </w:p>
    <w:p w:rsidR="006A3DEE" w:rsidRPr="002E241D" w:rsidRDefault="006A3DEE" w:rsidP="00845ECE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Дүние жүзіндегі ең кішкентай құс</w:t>
      </w:r>
    </w:p>
    <w:p w:rsidR="006A3DEE" w:rsidRPr="002E241D" w:rsidRDefault="006A3DEE" w:rsidP="00845ECE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Қазақстанда жорғалаушылардың кездесетін түр саны</w:t>
      </w:r>
    </w:p>
    <w:p w:rsidR="006A3DEE" w:rsidRPr="002E241D" w:rsidRDefault="006A3DEE" w:rsidP="00845ECE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Тері безінен өте күшті у бөлетін бақа</w:t>
      </w:r>
    </w:p>
    <w:p w:rsidR="006A3DEE" w:rsidRPr="002E241D" w:rsidRDefault="006A3DEE" w:rsidP="00845ECE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Арнайы бұғы өсіретін аудан</w:t>
      </w:r>
    </w:p>
    <w:p w:rsidR="006A3DEE" w:rsidRPr="002E241D" w:rsidRDefault="006A3DEE" w:rsidP="00EE6854">
      <w:pPr>
        <w:spacing w:after="0" w:line="360" w:lineRule="auto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Жорғалаушылар аймағына арналған сұрақтар:</w:t>
      </w:r>
    </w:p>
    <w:p w:rsidR="006A3DEE" w:rsidRPr="002E241D" w:rsidRDefault="006A3DEE" w:rsidP="00EE6854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Құрлықтағы ең биік сүтқоректі</w:t>
      </w:r>
    </w:p>
    <w:p w:rsidR="006A3DEE" w:rsidRPr="002E241D" w:rsidRDefault="006A3DEE" w:rsidP="00EE6854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Үй құстарынан алғаш қолға үйретілгені</w:t>
      </w:r>
    </w:p>
    <w:p w:rsidR="006A3DEE" w:rsidRPr="002E241D" w:rsidRDefault="006A3DEE" w:rsidP="00EE6854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Жаңа Зеландияда кездесетін «үшкөзді» жорғалаушы</w:t>
      </w:r>
    </w:p>
    <w:p w:rsidR="006A3DEE" w:rsidRPr="002E241D" w:rsidRDefault="006A3DEE" w:rsidP="00EE6854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Бақаның дернәсілі</w:t>
      </w:r>
    </w:p>
    <w:p w:rsidR="006A3DEE" w:rsidRPr="002E241D" w:rsidRDefault="006A3DEE" w:rsidP="00EE6854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Қазақстанда кездесетін жыланның ерекше түрі</w:t>
      </w:r>
    </w:p>
    <w:p w:rsidR="006A3DEE" w:rsidRPr="002E241D" w:rsidRDefault="006A3DEE" w:rsidP="00EE6854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Тауық балапанын неше тәулік басады</w:t>
      </w:r>
    </w:p>
    <w:p w:rsidR="006A3DEE" w:rsidRPr="002E241D" w:rsidRDefault="006A3DEE" w:rsidP="00EE6854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Сүтқоректілердің дене жамылғысы</w:t>
      </w:r>
    </w:p>
    <w:p w:rsidR="006A3DEE" w:rsidRPr="002E241D" w:rsidRDefault="006A3DEE" w:rsidP="00EE6854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Ең алғаш қосмекенділерде пайда болды.</w:t>
      </w:r>
    </w:p>
    <w:p w:rsidR="006A3DEE" w:rsidRPr="002E241D" w:rsidRDefault="006A3DEE" w:rsidP="00596EDC">
      <w:pPr>
        <w:spacing w:after="0" w:line="360" w:lineRule="auto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Қосмекенділер аймағына арналған сұрақтар:</w:t>
      </w:r>
    </w:p>
    <w:p w:rsidR="006A3DEE" w:rsidRPr="002E241D" w:rsidRDefault="006A3DEE" w:rsidP="00596ED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Ең ұзақ жұмыртқа басатын құс</w:t>
      </w:r>
    </w:p>
    <w:p w:rsidR="006A3DEE" w:rsidRPr="002E241D" w:rsidRDefault="006A3DEE" w:rsidP="00596ED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Сүтқоректілерді зерттейтін ғылым</w:t>
      </w:r>
    </w:p>
    <w:p w:rsidR="006A3DEE" w:rsidRPr="002E241D" w:rsidRDefault="006A3DEE" w:rsidP="00596ED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«Аяқты балық» деп аталатын қосмекенді</w:t>
      </w:r>
    </w:p>
    <w:p w:rsidR="006A3DEE" w:rsidRPr="002E241D" w:rsidRDefault="006A3DEE" w:rsidP="00596ED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Крокодилдің жүрегі</w:t>
      </w:r>
    </w:p>
    <w:p w:rsidR="006A3DEE" w:rsidRPr="002E241D" w:rsidRDefault="006A3DEE" w:rsidP="00596ED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Бұғының аналығы</w:t>
      </w:r>
    </w:p>
    <w:p w:rsidR="006A3DEE" w:rsidRPr="002E241D" w:rsidRDefault="006A3DEE" w:rsidP="00596ED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Мүшелдік жыл санауда жылан </w:t>
      </w:r>
    </w:p>
    <w:p w:rsidR="006A3DEE" w:rsidRPr="002E241D" w:rsidRDefault="006A3DEE" w:rsidP="00596ED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Бақаның алдыңғы аяғындағы саусақ саны</w:t>
      </w:r>
    </w:p>
    <w:p w:rsidR="006A3DEE" w:rsidRPr="002E241D" w:rsidRDefault="006A3DEE" w:rsidP="00596ED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Құстарды зерттейтін ғылым саласы</w:t>
      </w:r>
    </w:p>
    <w:p w:rsidR="006A3DEE" w:rsidRPr="002E241D" w:rsidRDefault="006A3DEE" w:rsidP="007361CA">
      <w:pPr>
        <w:spacing w:after="0" w:line="360" w:lineRule="auto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Сүтқоректілер аймағына арналған сұрақтар:</w:t>
      </w:r>
    </w:p>
    <w:p w:rsidR="006A3DEE" w:rsidRPr="002E241D" w:rsidRDefault="006A3DEE" w:rsidP="007361CA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Құс аталығының атауы</w:t>
      </w:r>
    </w:p>
    <w:p w:rsidR="006A3DEE" w:rsidRPr="002E241D" w:rsidRDefault="006A3DEE" w:rsidP="007361CA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Қазақстанның Қызыл кітабына тіркелген қосмекенділердің түрі</w:t>
      </w:r>
    </w:p>
    <w:p w:rsidR="006A3DEE" w:rsidRPr="002E241D" w:rsidRDefault="006A3DEE" w:rsidP="007361CA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Жұмыртқа салатын сүтқоректілер</w:t>
      </w:r>
    </w:p>
    <w:p w:rsidR="006A3DEE" w:rsidRPr="002E241D" w:rsidRDefault="006A3DEE" w:rsidP="007361CA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Аққу  балапанының атауы</w:t>
      </w:r>
    </w:p>
    <w:p w:rsidR="006A3DEE" w:rsidRPr="002E241D" w:rsidRDefault="006A3DEE" w:rsidP="007361CA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Жорғалаушыларда алғаш пайда болған</w:t>
      </w:r>
    </w:p>
    <w:p w:rsidR="006A3DEE" w:rsidRPr="002E241D" w:rsidRDefault="006A3DEE" w:rsidP="007361CA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Суда тіршілік ететін ең  алып сүтқоректі</w:t>
      </w:r>
    </w:p>
    <w:p w:rsidR="006A3DEE" w:rsidRPr="002E241D" w:rsidRDefault="006A3DEE" w:rsidP="007361CA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Қосмекенділердің арғы тегі</w:t>
      </w:r>
    </w:p>
    <w:p w:rsidR="006A3DEE" w:rsidRPr="002E241D" w:rsidRDefault="006A3DEE" w:rsidP="002A0DA5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Денесінің түсін тез өзгерте алатын жорғалаушы</w:t>
      </w:r>
    </w:p>
    <w:p w:rsidR="006A3DEE" w:rsidRPr="002E241D" w:rsidRDefault="006A3DEE" w:rsidP="002A0DA5">
      <w:pPr>
        <w:spacing w:after="0" w:line="360" w:lineRule="auto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ІІІ. «Кім мықты»  әр аймақ бір-біріне жұмбақ жасырады.</w:t>
      </w:r>
    </w:p>
    <w:p w:rsidR="006A3DEE" w:rsidRPr="002E241D" w:rsidRDefault="006A3DEE" w:rsidP="002A0DA5">
      <w:pPr>
        <w:spacing w:after="0" w:line="360" w:lineRule="auto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Құстар аймағы:</w:t>
      </w:r>
    </w:p>
    <w:p w:rsidR="006A3DEE" w:rsidRPr="002E241D" w:rsidRDefault="006A3DEE" w:rsidP="0004087D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1) Кеудесі қайқаңдап,                                2) Көктемде ұшып келеді,</w:t>
      </w:r>
    </w:p>
    <w:p w:rsidR="006A3DEE" w:rsidRPr="002E241D" w:rsidRDefault="006A3DEE" w:rsidP="0004087D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 xml:space="preserve">  Жүреді байпаңдап.  </w:t>
      </w:r>
      <w:r w:rsidRPr="002E241D">
        <w:rPr>
          <w:b/>
          <w:bCs/>
          <w:color w:val="000000"/>
          <w:sz w:val="18"/>
          <w:szCs w:val="18"/>
          <w:lang w:val="kk-KZ"/>
        </w:rPr>
        <w:t>(</w:t>
      </w:r>
      <w:r w:rsidRPr="002E241D">
        <w:rPr>
          <w:b/>
          <w:bCs/>
          <w:i/>
          <w:iCs/>
          <w:color w:val="000000"/>
          <w:sz w:val="18"/>
          <w:szCs w:val="18"/>
          <w:lang w:val="kk-KZ"/>
        </w:rPr>
        <w:t>қ</w:t>
      </w:r>
      <w:r w:rsidRPr="002E241D">
        <w:rPr>
          <w:b/>
          <w:bCs/>
          <w:color w:val="000000"/>
          <w:sz w:val="18"/>
          <w:szCs w:val="18"/>
          <w:lang w:val="kk-KZ"/>
        </w:rPr>
        <w:t>аз)</w:t>
      </w:r>
      <w:r w:rsidRPr="002E241D">
        <w:rPr>
          <w:color w:val="000000"/>
          <w:sz w:val="18"/>
          <w:szCs w:val="18"/>
          <w:lang w:val="kk-KZ"/>
        </w:rPr>
        <w:t xml:space="preserve">                          жаздай концерт береді. (бұлбұл)</w:t>
      </w:r>
    </w:p>
    <w:p w:rsidR="006A3DEE" w:rsidRPr="002E241D" w:rsidRDefault="006A3DEE" w:rsidP="008849B9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 xml:space="preserve">                                                                       Кім біледі</w:t>
      </w:r>
      <w:r w:rsidRPr="002E241D">
        <w:rPr>
          <w:b/>
          <w:bCs/>
          <w:color w:val="000000"/>
          <w:sz w:val="18"/>
          <w:szCs w:val="18"/>
          <w:lang w:val="kk-KZ"/>
        </w:rPr>
        <w:t>............( сауысқанды)</w:t>
      </w:r>
    </w:p>
    <w:p w:rsidR="006A3DEE" w:rsidRPr="002E241D" w:rsidRDefault="006A3DEE" w:rsidP="0004087D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 xml:space="preserve">3) Құс көрдім тырна сияқты,               4. Сирағы ұзын, сидиған,      </w:t>
      </w:r>
    </w:p>
    <w:p w:rsidR="006A3DEE" w:rsidRPr="002E241D" w:rsidRDefault="006A3DEE" w:rsidP="0004087D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    Сидиған ұзын сирақты.                        Балықты үзбей, ұстайды шоқып.</w:t>
      </w:r>
    </w:p>
    <w:p w:rsidR="006A3DEE" w:rsidRPr="002E241D" w:rsidRDefault="006A3DEE" w:rsidP="0004087D">
      <w:pPr>
        <w:pStyle w:val="NormalWeb"/>
        <w:spacing w:before="160" w:beforeAutospacing="0" w:after="160" w:afterAutospacing="0"/>
        <w:rPr>
          <w:color w:val="000000"/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    Шалшықтан бақа ұстауға,                    Тұмсығы біздей</w:t>
      </w:r>
      <w:r w:rsidRPr="002E241D">
        <w:rPr>
          <w:b/>
          <w:bCs/>
          <w:color w:val="000000"/>
          <w:sz w:val="18"/>
          <w:szCs w:val="18"/>
          <w:lang w:val="kk-KZ"/>
        </w:rPr>
        <w:t>............( тырна)</w:t>
      </w:r>
    </w:p>
    <w:p w:rsidR="006A3DEE" w:rsidRPr="002E241D" w:rsidRDefault="006A3DEE" w:rsidP="0004087D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 xml:space="preserve">    Қимылы ерен ширақты  </w:t>
      </w:r>
      <w:r w:rsidRPr="002E241D">
        <w:rPr>
          <w:b/>
          <w:bCs/>
          <w:color w:val="000000"/>
          <w:sz w:val="18"/>
          <w:szCs w:val="18"/>
          <w:lang w:val="kk-KZ"/>
        </w:rPr>
        <w:t>( Ақ дегелек)</w:t>
      </w:r>
      <w:r w:rsidRPr="002E241D">
        <w:rPr>
          <w:color w:val="000000"/>
          <w:sz w:val="18"/>
          <w:szCs w:val="18"/>
          <w:lang w:val="kk-KZ"/>
        </w:rPr>
        <w:t xml:space="preserve">          </w:t>
      </w:r>
    </w:p>
    <w:p w:rsidR="006A3DEE" w:rsidRPr="002E241D" w:rsidRDefault="006A3DEE" w:rsidP="0004087D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5) Садақша мойыны иілтіп,                   6. Қызыл бұжыр, айдарлы,</w:t>
      </w:r>
    </w:p>
    <w:p w:rsidR="006A3DEE" w:rsidRPr="002E241D" w:rsidRDefault="006A3DEE" w:rsidP="0004087D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    Көрген жанды сүйсінтіп,                       Қоқиланған маңдайы.</w:t>
      </w:r>
    </w:p>
    <w:p w:rsidR="006A3DEE" w:rsidRPr="002E241D" w:rsidRDefault="006A3DEE" w:rsidP="0004087D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    Жердегі құстың серкесі,                        Ауық-ауық азан салып,</w:t>
      </w:r>
    </w:p>
    <w:p w:rsidR="006A3DEE" w:rsidRPr="002E241D" w:rsidRDefault="006A3DEE" w:rsidP="0004087D">
      <w:pPr>
        <w:pStyle w:val="NormalWeb"/>
        <w:spacing w:before="160" w:beforeAutospacing="0" w:after="160" w:afterAutospacing="0"/>
        <w:rPr>
          <w:sz w:val="18"/>
          <w:szCs w:val="18"/>
          <w:lang w:val="kk-KZ"/>
        </w:rPr>
      </w:pPr>
      <w:r w:rsidRPr="002E241D">
        <w:rPr>
          <w:color w:val="000000"/>
          <w:sz w:val="18"/>
          <w:szCs w:val="18"/>
          <w:lang w:val="kk-KZ"/>
        </w:rPr>
        <w:t>    Көктемгі құстың еркесі</w:t>
      </w:r>
      <w:r w:rsidRPr="002E241D">
        <w:rPr>
          <w:b/>
          <w:bCs/>
          <w:color w:val="000000"/>
          <w:sz w:val="18"/>
          <w:szCs w:val="18"/>
          <w:lang w:val="kk-KZ"/>
        </w:rPr>
        <w:t>.(аққу)</w:t>
      </w:r>
      <w:r w:rsidRPr="002E241D">
        <w:rPr>
          <w:color w:val="000000"/>
          <w:sz w:val="18"/>
          <w:szCs w:val="18"/>
          <w:lang w:val="kk-KZ"/>
        </w:rPr>
        <w:t xml:space="preserve">             Өңеш көрген айқайы бар. </w:t>
      </w:r>
      <w:r w:rsidRPr="002E241D">
        <w:rPr>
          <w:b/>
          <w:bCs/>
          <w:color w:val="000000"/>
          <w:sz w:val="18"/>
          <w:szCs w:val="18"/>
          <w:lang w:val="kk-KZ"/>
        </w:rPr>
        <w:t>( қораз)</w:t>
      </w:r>
    </w:p>
    <w:p w:rsidR="006A3DEE" w:rsidRPr="002E241D" w:rsidRDefault="006A3DEE" w:rsidP="00EB2D44">
      <w:pPr>
        <w:pStyle w:val="NormalWeb"/>
        <w:shd w:val="clear" w:color="auto" w:fill="FFFFFF"/>
        <w:spacing w:line="332" w:lineRule="atLeast"/>
        <w:rPr>
          <w:b/>
          <w:bCs/>
          <w:sz w:val="18"/>
          <w:szCs w:val="18"/>
          <w:lang w:val="kk-KZ"/>
        </w:rPr>
      </w:pPr>
      <w:r w:rsidRPr="002E241D">
        <w:rPr>
          <w:b/>
          <w:bCs/>
          <w:sz w:val="18"/>
          <w:szCs w:val="18"/>
          <w:lang w:val="kk-KZ"/>
        </w:rPr>
        <w:t xml:space="preserve">    Жорғалаушылар аймағы:</w:t>
      </w:r>
    </w:p>
    <w:p w:rsidR="006A3DEE" w:rsidRPr="002E241D" w:rsidRDefault="006A3DEE" w:rsidP="00EB2D44">
      <w:pPr>
        <w:pStyle w:val="NormalWeb"/>
        <w:shd w:val="clear" w:color="auto" w:fill="FFFFFF"/>
        <w:spacing w:line="332" w:lineRule="atLeast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 xml:space="preserve">      1. Асты тас, үсті тас,                              2. Таңдайлары тақылдап,</w:t>
      </w:r>
    </w:p>
    <w:p w:rsidR="006A3DEE" w:rsidRPr="002E241D" w:rsidRDefault="006A3DEE" w:rsidP="00EB2D44">
      <w:pPr>
        <w:pStyle w:val="NormalWeb"/>
        <w:shd w:val="clear" w:color="auto" w:fill="FFFFFF"/>
        <w:spacing w:line="332" w:lineRule="atLeast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 xml:space="preserve">      Ортасында шақар бас. </w:t>
      </w:r>
      <w:r w:rsidRPr="002E241D">
        <w:rPr>
          <w:b/>
          <w:bCs/>
          <w:sz w:val="18"/>
          <w:szCs w:val="18"/>
          <w:lang w:val="kk-KZ"/>
        </w:rPr>
        <w:t>( тасбақа)</w:t>
      </w:r>
      <w:r w:rsidRPr="002E241D">
        <w:rPr>
          <w:sz w:val="18"/>
          <w:szCs w:val="18"/>
          <w:lang w:val="kk-KZ"/>
        </w:rPr>
        <w:t xml:space="preserve">             Шулайтын не шалшықта?    </w:t>
      </w:r>
    </w:p>
    <w:p w:rsidR="006A3DEE" w:rsidRPr="002E241D" w:rsidRDefault="006A3DEE" w:rsidP="00EB2D44">
      <w:pPr>
        <w:pStyle w:val="NormalWeb"/>
        <w:shd w:val="clear" w:color="auto" w:fill="FFFFFF"/>
        <w:spacing w:line="332" w:lineRule="atLeast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 xml:space="preserve">                                                                             Бірін-бірі мақұлдап. </w:t>
      </w:r>
      <w:r w:rsidRPr="002E241D">
        <w:rPr>
          <w:b/>
          <w:bCs/>
          <w:sz w:val="18"/>
          <w:szCs w:val="18"/>
          <w:lang w:val="kk-KZ"/>
        </w:rPr>
        <w:t>( бақа)</w:t>
      </w:r>
    </w:p>
    <w:p w:rsidR="006A3DEE" w:rsidRPr="002E241D" w:rsidRDefault="006A3DEE" w:rsidP="00EB2D44">
      <w:pPr>
        <w:pStyle w:val="NormalWeb"/>
        <w:shd w:val="clear" w:color="auto" w:fill="FFFFFF"/>
        <w:spacing w:line="332" w:lineRule="atLeast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 xml:space="preserve">        3. Иір-иір ізі бар,                        4. Ши түбінде шұбар кездік. </w:t>
      </w:r>
      <w:r w:rsidRPr="002E241D">
        <w:rPr>
          <w:b/>
          <w:bCs/>
          <w:sz w:val="18"/>
          <w:szCs w:val="18"/>
          <w:lang w:val="kk-KZ"/>
        </w:rPr>
        <w:t>(  кесіртке)</w:t>
      </w:r>
    </w:p>
    <w:p w:rsidR="006A3DEE" w:rsidRPr="002E241D" w:rsidRDefault="006A3DEE" w:rsidP="00A2151C">
      <w:pPr>
        <w:pStyle w:val="NormalWeb"/>
        <w:shd w:val="clear" w:color="auto" w:fill="FFFFFF"/>
        <w:spacing w:line="332" w:lineRule="atLeast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 xml:space="preserve">          Құлағы жоқ, көзі бар.</w:t>
      </w:r>
    </w:p>
    <w:p w:rsidR="006A3DEE" w:rsidRPr="002E241D" w:rsidRDefault="006A3DEE" w:rsidP="00EB2D44">
      <w:pPr>
        <w:pStyle w:val="NormalWeb"/>
        <w:shd w:val="clear" w:color="auto" w:fill="FFFFFF"/>
        <w:spacing w:line="332" w:lineRule="atLeast"/>
        <w:rPr>
          <w:b/>
          <w:bCs/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 xml:space="preserve">          Түсі суық ызғарлы,       Ауызында айыр бізі бар. </w:t>
      </w:r>
      <w:r w:rsidRPr="002E241D">
        <w:rPr>
          <w:b/>
          <w:bCs/>
          <w:sz w:val="18"/>
          <w:szCs w:val="18"/>
          <w:lang w:val="kk-KZ"/>
        </w:rPr>
        <w:t>( жылан)</w:t>
      </w:r>
    </w:p>
    <w:p w:rsidR="006A3DEE" w:rsidRPr="002E241D" w:rsidRDefault="006A3DEE" w:rsidP="00EB2D44">
      <w:pPr>
        <w:pStyle w:val="NormalWeb"/>
        <w:shd w:val="clear" w:color="auto" w:fill="FFFFFF"/>
        <w:spacing w:line="332" w:lineRule="atLeast"/>
        <w:rPr>
          <w:b/>
          <w:bCs/>
          <w:sz w:val="18"/>
          <w:szCs w:val="18"/>
          <w:lang w:val="kk-KZ"/>
        </w:rPr>
      </w:pPr>
      <w:r w:rsidRPr="002E241D">
        <w:rPr>
          <w:b/>
          <w:bCs/>
          <w:sz w:val="18"/>
          <w:szCs w:val="18"/>
          <w:lang w:val="kk-KZ"/>
        </w:rPr>
        <w:t xml:space="preserve">        Қосмекенділер аймағы:</w:t>
      </w:r>
    </w:p>
    <w:p w:rsidR="006A3DEE" w:rsidRPr="002E241D" w:rsidRDefault="006A3DEE" w:rsidP="00081A86">
      <w:pPr>
        <w:pStyle w:val="NormalWeb"/>
        <w:numPr>
          <w:ilvl w:val="0"/>
          <w:numId w:val="7"/>
        </w:numPr>
        <w:shd w:val="clear" w:color="auto" w:fill="FFFFFF"/>
        <w:spacing w:line="332" w:lineRule="atLeast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 xml:space="preserve">Таңдайлары тақылдап,                   2.  Бар екен бір мақұлық дауысы зор. </w:t>
      </w:r>
    </w:p>
    <w:p w:rsidR="006A3DEE" w:rsidRPr="002E241D" w:rsidRDefault="006A3DEE" w:rsidP="00081A86">
      <w:pPr>
        <w:pStyle w:val="NormalWeb"/>
        <w:shd w:val="clear" w:color="auto" w:fill="FFFFFF"/>
        <w:spacing w:line="332" w:lineRule="atLeast"/>
        <w:ind w:left="720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Шулайтын не шалшықта                    Қолдары адамға ұқсас, нәсілі сол.</w:t>
      </w:r>
    </w:p>
    <w:p w:rsidR="006A3DEE" w:rsidRPr="002E241D" w:rsidRDefault="006A3DEE" w:rsidP="00992B8D">
      <w:pPr>
        <w:pStyle w:val="NormalWeb"/>
        <w:shd w:val="clear" w:color="auto" w:fill="FFFFFF"/>
        <w:spacing w:line="332" w:lineRule="atLeast"/>
        <w:ind w:left="720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 xml:space="preserve">Бірін-бірі мақұлдап </w:t>
      </w:r>
      <w:r w:rsidRPr="002E241D">
        <w:rPr>
          <w:b/>
          <w:bCs/>
          <w:sz w:val="18"/>
          <w:szCs w:val="18"/>
          <w:lang w:val="kk-KZ"/>
        </w:rPr>
        <w:t>( бақа)</w:t>
      </w:r>
      <w:r w:rsidRPr="002E241D">
        <w:rPr>
          <w:sz w:val="18"/>
          <w:szCs w:val="18"/>
          <w:lang w:val="kk-KZ"/>
        </w:rPr>
        <w:t xml:space="preserve">                Үйлері тас бұлақтан жасалған,</w:t>
      </w:r>
    </w:p>
    <w:p w:rsidR="006A3DEE" w:rsidRPr="002E241D" w:rsidRDefault="006A3DEE" w:rsidP="002A0DA5">
      <w:pPr>
        <w:spacing w:after="0" w:line="360" w:lineRule="auto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                                                                       Тапқан адам алады бәйгені мол. </w:t>
      </w:r>
    </w:p>
    <w:p w:rsidR="006A3DEE" w:rsidRPr="002E241D" w:rsidRDefault="006A3DEE" w:rsidP="002A0DA5">
      <w:pPr>
        <w:spacing w:after="0" w:line="360" w:lineRule="auto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                                                                                                               </w:t>
      </w:r>
      <w:r w:rsidRPr="002E241D">
        <w:rPr>
          <w:rFonts w:ascii="Times New Roman" w:hAnsi="Times New Roman"/>
          <w:b/>
          <w:sz w:val="18"/>
          <w:szCs w:val="18"/>
          <w:lang w:val="kk-KZ"/>
        </w:rPr>
        <w:t>( көлбақа)</w:t>
      </w:r>
    </w:p>
    <w:p w:rsidR="006A3DEE" w:rsidRPr="002E241D" w:rsidRDefault="006A3DEE" w:rsidP="008849B9">
      <w:pPr>
        <w:numPr>
          <w:ilvl w:val="0"/>
          <w:numId w:val="8"/>
        </w:numPr>
        <w:spacing w:after="0" w:line="360" w:lineRule="auto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>Сұм жүзді, құралай көзді.</w:t>
      </w:r>
    </w:p>
    <w:p w:rsidR="006A3DEE" w:rsidRPr="002E241D" w:rsidRDefault="006A3DEE" w:rsidP="008849B9">
      <w:pPr>
        <w:spacing w:after="0" w:line="360" w:lineRule="auto"/>
        <w:ind w:left="720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>Киікше секірген,</w:t>
      </w:r>
    </w:p>
    <w:p w:rsidR="006A3DEE" w:rsidRPr="002E241D" w:rsidRDefault="006A3DEE" w:rsidP="008849B9">
      <w:pPr>
        <w:spacing w:after="0" w:line="360" w:lineRule="auto"/>
        <w:ind w:left="720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Бура санды, жолбарыс тонды. </w:t>
      </w:r>
      <w:r w:rsidRPr="002E241D">
        <w:rPr>
          <w:rFonts w:ascii="Times New Roman" w:hAnsi="Times New Roman"/>
          <w:b/>
          <w:sz w:val="18"/>
          <w:szCs w:val="18"/>
          <w:lang w:val="kk-KZ"/>
        </w:rPr>
        <w:t>(құрбақа)</w:t>
      </w:r>
    </w:p>
    <w:p w:rsidR="006A3DEE" w:rsidRPr="002E241D" w:rsidRDefault="006A3DEE" w:rsidP="0083343A">
      <w:pPr>
        <w:spacing w:after="0" w:line="360" w:lineRule="auto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       Сүтқоректілер аймағы:                         </w:t>
      </w:r>
    </w:p>
    <w:p w:rsidR="006A3DEE" w:rsidRPr="002E241D" w:rsidRDefault="006A3DEE" w:rsidP="0083343A">
      <w:pPr>
        <w:spacing w:after="0" w:line="360" w:lineRule="auto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          </w:t>
      </w:r>
      <w:r w:rsidRPr="002E241D">
        <w:rPr>
          <w:rFonts w:ascii="Times New Roman" w:hAnsi="Times New Roman"/>
          <w:bCs/>
          <w:sz w:val="18"/>
          <w:szCs w:val="18"/>
          <w:lang w:val="kk-KZ"/>
        </w:rPr>
        <w:t>1</w:t>
      </w: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. </w:t>
      </w: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Мұхиттағы  алып,                   3. Кілемнің түрлеріндей  жүндері бар,                      </w:t>
      </w:r>
    </w:p>
    <w:p w:rsidR="006A3DEE" w:rsidRPr="002E241D" w:rsidRDefault="006A3DEE" w:rsidP="00411DC2">
      <w:pPr>
        <w:spacing w:after="0" w:line="360" w:lineRule="auto"/>
        <w:ind w:left="720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>Фонтандағы балық.</w:t>
      </w: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 ( кит)</w:t>
      </w: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             Айбаты жан шығармас үндері бар. </w:t>
      </w:r>
    </w:p>
    <w:p w:rsidR="006A3DEE" w:rsidRPr="002E241D" w:rsidRDefault="006A3DEE" w:rsidP="0083343A">
      <w:pPr>
        <w:spacing w:after="0" w:line="360" w:lineRule="auto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         2.Үсті басы жолақ                                                          </w:t>
      </w:r>
      <w:r w:rsidRPr="002E241D">
        <w:rPr>
          <w:rFonts w:ascii="Times New Roman" w:hAnsi="Times New Roman"/>
          <w:b/>
          <w:sz w:val="18"/>
          <w:szCs w:val="18"/>
          <w:lang w:val="kk-KZ"/>
        </w:rPr>
        <w:t>( жолбарыс)</w:t>
      </w:r>
    </w:p>
    <w:p w:rsidR="006A3DEE" w:rsidRPr="002E241D" w:rsidRDefault="006A3DEE" w:rsidP="00081A86">
      <w:pPr>
        <w:spacing w:after="0" w:line="360" w:lineRule="auto"/>
        <w:ind w:left="720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Құйрығы шолақ </w:t>
      </w:r>
      <w:r w:rsidRPr="002E241D">
        <w:rPr>
          <w:rFonts w:ascii="Times New Roman" w:hAnsi="Times New Roman"/>
          <w:b/>
          <w:sz w:val="18"/>
          <w:szCs w:val="18"/>
          <w:lang w:val="kk-KZ"/>
        </w:rPr>
        <w:t>( Зебра)</w:t>
      </w: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          4. Таусыла, қараңдар,</w:t>
      </w:r>
    </w:p>
    <w:p w:rsidR="006A3DEE" w:rsidRPr="002E241D" w:rsidRDefault="006A3DEE" w:rsidP="00884104">
      <w:pPr>
        <w:spacing w:after="0" w:line="360" w:lineRule="auto"/>
        <w:ind w:left="720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  </w:t>
      </w:r>
      <w:r w:rsidRPr="002E241D">
        <w:rPr>
          <w:rFonts w:ascii="Times New Roman" w:hAnsi="Times New Roman"/>
          <w:bCs/>
          <w:sz w:val="18"/>
          <w:szCs w:val="18"/>
          <w:lang w:val="kk-KZ"/>
        </w:rPr>
        <w:t>Табиғаттың қызығы.</w:t>
      </w:r>
    </w:p>
    <w:p w:rsidR="006A3DEE" w:rsidRPr="002E241D" w:rsidRDefault="006A3DEE" w:rsidP="00884104">
      <w:pPr>
        <w:spacing w:after="0" w:line="360" w:lineRule="auto"/>
        <w:ind w:left="720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 </w:t>
      </w: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Суық жақтағы жануар,</w:t>
      </w:r>
    </w:p>
    <w:p w:rsidR="006A3DEE" w:rsidRPr="002E241D" w:rsidRDefault="006A3DEE" w:rsidP="00A2151C">
      <w:pPr>
        <w:spacing w:after="0" w:line="360" w:lineRule="auto"/>
        <w:ind w:left="720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                                                        Бұтақ-бұтақ мүйізі. </w:t>
      </w:r>
      <w:r w:rsidRPr="002E241D">
        <w:rPr>
          <w:rFonts w:ascii="Times New Roman" w:hAnsi="Times New Roman"/>
          <w:b/>
          <w:sz w:val="18"/>
          <w:szCs w:val="18"/>
          <w:lang w:val="kk-KZ"/>
        </w:rPr>
        <w:t>(бұғы)</w:t>
      </w: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</w:t>
      </w:r>
    </w:p>
    <w:p w:rsidR="006A3DEE" w:rsidRPr="002E241D" w:rsidRDefault="006A3DEE" w:rsidP="00884104">
      <w:pPr>
        <w:spacing w:after="0" w:line="360" w:lineRule="auto"/>
        <w:ind w:left="720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 5. Үстінен тоңы түспеген,</w:t>
      </w:r>
    </w:p>
    <w:p w:rsidR="006A3DEE" w:rsidRPr="002E241D" w:rsidRDefault="006A3DEE" w:rsidP="00884104">
      <w:pPr>
        <w:spacing w:after="0" w:line="360" w:lineRule="auto"/>
        <w:ind w:left="720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     Сонда да араз қыспенен. </w:t>
      </w:r>
      <w:r w:rsidRPr="002E241D">
        <w:rPr>
          <w:rFonts w:ascii="Times New Roman" w:hAnsi="Times New Roman"/>
          <w:b/>
          <w:sz w:val="18"/>
          <w:szCs w:val="18"/>
          <w:lang w:val="kk-KZ"/>
        </w:rPr>
        <w:t>( аю)</w:t>
      </w:r>
    </w:p>
    <w:p w:rsidR="006A3DEE" w:rsidRPr="002E241D" w:rsidRDefault="006A3DEE" w:rsidP="00A2151C">
      <w:pPr>
        <w:spacing w:after="0" w:line="360" w:lineRule="auto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           6. Білесін мекен даласын,</w:t>
      </w:r>
    </w:p>
    <w:p w:rsidR="006A3DEE" w:rsidRPr="002E241D" w:rsidRDefault="006A3DEE" w:rsidP="00A2151C">
      <w:pPr>
        <w:spacing w:after="0" w:line="360" w:lineRule="auto"/>
        <w:ind w:left="720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    Бірден тауып аласын.</w:t>
      </w:r>
    </w:p>
    <w:p w:rsidR="006A3DEE" w:rsidRPr="002E241D" w:rsidRDefault="006A3DEE" w:rsidP="00A2151C">
      <w:pPr>
        <w:spacing w:after="0" w:line="360" w:lineRule="auto"/>
        <w:ind w:left="720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    Салып алып дорбаға,</w:t>
      </w:r>
    </w:p>
    <w:p w:rsidR="006A3DEE" w:rsidRPr="002E241D" w:rsidRDefault="006A3DEE" w:rsidP="00A2151C">
      <w:pPr>
        <w:spacing w:after="0" w:line="360" w:lineRule="auto"/>
        <w:ind w:left="720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Cs/>
          <w:sz w:val="18"/>
          <w:szCs w:val="18"/>
          <w:lang w:val="kk-KZ"/>
        </w:rPr>
        <w:t xml:space="preserve">     Жүреді ылғи баласын. </w:t>
      </w: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( кенгуру)                                                                                                              </w:t>
      </w:r>
    </w:p>
    <w:p w:rsidR="006A3DEE" w:rsidRPr="002E241D" w:rsidRDefault="006A3DEE" w:rsidP="00411DC2">
      <w:pPr>
        <w:spacing w:after="0" w:line="360" w:lineRule="auto"/>
        <w:ind w:left="720"/>
        <w:rPr>
          <w:rFonts w:ascii="Times New Roman" w:hAnsi="Times New Roman"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IV. «Кім тапқыр»</w:t>
      </w:r>
    </w:p>
    <w:p w:rsidR="006A3DEE" w:rsidRPr="002E241D" w:rsidRDefault="006A3DEE" w:rsidP="00A2151C">
      <w:pPr>
        <w:spacing w:after="0" w:line="360" w:lineRule="auto"/>
        <w:ind w:left="720"/>
        <w:jc w:val="both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Берілген сипаттама бойынша жасырылған жануарды табу.</w:t>
      </w:r>
    </w:p>
    <w:p w:rsidR="006A3DEE" w:rsidRPr="002E241D" w:rsidRDefault="006A3DEE" w:rsidP="00A2151C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Бұл жануар Жайық өзенінде  ғана кездеседі ,терісі және жұпар безі өте бағалы болғандықтан, көп ауланады. Кемірушілер отрядына жатады. Қазақстанның Қызыл кітабына тіркелген жануар. </w:t>
      </w:r>
      <w:r w:rsidRPr="002E241D">
        <w:rPr>
          <w:rFonts w:ascii="Times New Roman" w:hAnsi="Times New Roman"/>
          <w:b/>
          <w:bCs/>
          <w:sz w:val="18"/>
          <w:szCs w:val="18"/>
          <w:lang w:val="kk-KZ"/>
        </w:rPr>
        <w:t>(кәмшат)</w:t>
      </w:r>
      <w:r w:rsidRPr="002E241D">
        <w:rPr>
          <w:rFonts w:ascii="Times New Roman" w:hAnsi="Times New Roman"/>
          <w:sz w:val="18"/>
          <w:szCs w:val="18"/>
          <w:lang w:val="kk-KZ"/>
        </w:rPr>
        <w:t xml:space="preserve"> </w:t>
      </w:r>
    </w:p>
    <w:p w:rsidR="006A3DEE" w:rsidRPr="002E241D" w:rsidRDefault="006A3DEE" w:rsidP="00A2151C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Бұл жануардың басты айырмашылығы- аяқтарында екі ғана саусақ болады. Салмағы 90кг жетеді, арнайы қолда өсіреді, оның етін, жұмыртқасын тағам ретінде, ал қауырсынын әсемдік үшін пайдаланады. Бұл жануар  Қазақстанда да қолда өсіріле бастады.</w:t>
      </w:r>
    </w:p>
    <w:p w:rsidR="006A3DEE" w:rsidRPr="002E241D" w:rsidRDefault="006A3DEE" w:rsidP="00A2151C">
      <w:pPr>
        <w:pStyle w:val="ListParagraph"/>
        <w:spacing w:after="0" w:line="360" w:lineRule="auto"/>
        <w:ind w:left="360"/>
        <w:jc w:val="both"/>
        <w:rPr>
          <w:rFonts w:ascii="Times New Roman" w:hAnsi="Times New Roman"/>
          <w:b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</w:t>
      </w:r>
      <w:r w:rsidRPr="002E241D">
        <w:rPr>
          <w:rFonts w:ascii="Times New Roman" w:hAnsi="Times New Roman"/>
          <w:b/>
          <w:bCs/>
          <w:sz w:val="18"/>
          <w:szCs w:val="18"/>
          <w:lang w:val="kk-KZ"/>
        </w:rPr>
        <w:t>( түйеқұс)</w:t>
      </w:r>
    </w:p>
    <w:p w:rsidR="006A3DEE" w:rsidRPr="002E241D" w:rsidRDefault="006A3DEE" w:rsidP="00A2151C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Бұл жануар Қазақстанның оңтүстік құрғақ далалы, шөлейтті аймағында кеңінен таралған, жылына 3-4 айдай белсенді тіршілік етеді де, басқа уақыттарда ұйқыға кетеді. Жылына екі рет жұмыртқа салып, көбейеді. Аяқтары төрт саусақты болады. Аталығы 11-12 жылда, аналығы 12-13 жылда жыныстық жағынан жетіледі.                     </w:t>
      </w:r>
      <w:r w:rsidRPr="002E241D">
        <w:rPr>
          <w:rFonts w:ascii="Times New Roman" w:hAnsi="Times New Roman"/>
          <w:b/>
          <w:bCs/>
          <w:sz w:val="18"/>
          <w:szCs w:val="18"/>
          <w:lang w:val="kk-KZ"/>
        </w:rPr>
        <w:t>( дала тасбақасы)</w:t>
      </w:r>
    </w:p>
    <w:p w:rsidR="006A3DEE" w:rsidRPr="002E241D" w:rsidRDefault="006A3DEE" w:rsidP="00A2151C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Бұл жануар Жетісудағы Жоңғар Алатауы мен шекаралас Қытайдың биік таулы өзендерінде кездеседі. Дене тұрқы 20-25см. Оның жартысы құйрығының  үлесіне сәйкес келеді. Құйрығының үстінде жал тәрізді тері қатпары бар. Басы жалпақ, тұмсығы доғал. Алдыңғы аяқтарында –төрт, артқы аяқтарында 5 саусағы бар. Түнде тіршілік етеді. </w:t>
      </w:r>
    </w:p>
    <w:p w:rsidR="006A3DEE" w:rsidRPr="002E241D" w:rsidRDefault="006A3DEE" w:rsidP="00A2151C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b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bCs/>
          <w:sz w:val="18"/>
          <w:szCs w:val="18"/>
          <w:lang w:val="kk-KZ"/>
        </w:rPr>
        <w:t xml:space="preserve">                                                                                                ( жетісулық бақатіс)</w:t>
      </w:r>
    </w:p>
    <w:p w:rsidR="006A3DEE" w:rsidRPr="002E241D" w:rsidRDefault="006A3DEE" w:rsidP="00A2151C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b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bCs/>
          <w:sz w:val="18"/>
          <w:szCs w:val="18"/>
          <w:lang w:val="kk-KZ"/>
        </w:rPr>
        <w:t xml:space="preserve">      Сергіту сәті:</w:t>
      </w:r>
    </w:p>
    <w:p w:rsidR="006A3DEE" w:rsidRPr="002E241D" w:rsidRDefault="006A3DEE" w:rsidP="00A2151C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          Қане, қанат жазайық,</w:t>
      </w:r>
    </w:p>
    <w:p w:rsidR="006A3DEE" w:rsidRPr="002E241D" w:rsidRDefault="006A3DEE" w:rsidP="00A2151C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          Қарлығашқа ұқсайық.</w:t>
      </w:r>
    </w:p>
    <w:p w:rsidR="006A3DEE" w:rsidRPr="002E241D" w:rsidRDefault="006A3DEE" w:rsidP="00A2151C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          Ұшып, ұшып алайық,</w:t>
      </w:r>
    </w:p>
    <w:p w:rsidR="006A3DEE" w:rsidRPr="002E241D" w:rsidRDefault="006A3DEE" w:rsidP="00A2151C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          Қайта орнымызға қонайық.</w:t>
      </w:r>
    </w:p>
    <w:p w:rsidR="006A3DEE" w:rsidRPr="002E241D" w:rsidRDefault="006A3DEE" w:rsidP="00A2151C">
      <w:pPr>
        <w:tabs>
          <w:tab w:val="left" w:pos="5040"/>
        </w:tabs>
        <w:spacing w:after="0" w:line="360" w:lineRule="auto"/>
        <w:jc w:val="both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     V. «Кім жүйрік»  Бұл кезеңде кластар туралы  танымдық</w:t>
      </w:r>
    </w:p>
    <w:p w:rsidR="006A3DEE" w:rsidRPr="002E241D" w:rsidRDefault="006A3DEE" w:rsidP="00A2151C">
      <w:pPr>
        <w:tabs>
          <w:tab w:val="left" w:pos="5040"/>
        </w:tabs>
        <w:spacing w:after="0" w:line="360" w:lineRule="auto"/>
        <w:jc w:val="both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тапсырма беріледі.</w:t>
      </w:r>
    </w:p>
    <w:p w:rsidR="006A3DEE" w:rsidRPr="002E241D" w:rsidRDefault="006A3DEE" w:rsidP="005354E1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1. Аспанда 101 түйеқұс ұшып бара жатыр. Төмендегі  2 ағашқа тең </w:t>
      </w:r>
    </w:p>
    <w:p w:rsidR="006A3DEE" w:rsidRPr="002E241D" w:rsidRDefault="006A3DEE" w:rsidP="005354E1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бөлініп қонды. Екі ағашқа нешеден бөлініп қонды.</w:t>
      </w:r>
    </w:p>
    <w:p w:rsidR="006A3DEE" w:rsidRPr="002E241D" w:rsidRDefault="006A3DEE" w:rsidP="005354E1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2. Оңтүстік Американың экваторындағы ламалардың жүні неге қалың?</w:t>
      </w:r>
    </w:p>
    <w:p w:rsidR="006A3DEE" w:rsidRPr="002E241D" w:rsidRDefault="006A3DEE" w:rsidP="005354E1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3. Батпақты, сулы жердегі крокодил неге жылайды?</w:t>
      </w:r>
    </w:p>
    <w:p w:rsidR="006A3DEE" w:rsidRPr="002E241D" w:rsidRDefault="006A3DEE" w:rsidP="005354E1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4. Өкпе ауруымен ауырмайтын үй жануары?</w:t>
      </w:r>
    </w:p>
    <w:p w:rsidR="006A3DEE" w:rsidRPr="002E241D" w:rsidRDefault="006A3DEE" w:rsidP="005354E1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5. Жер бетінде қандай жануардың төрт тізесі бар?</w:t>
      </w:r>
    </w:p>
    <w:p w:rsidR="006A3DEE" w:rsidRPr="002E241D" w:rsidRDefault="006A3DEE" w:rsidP="005354E1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6. Ақ дегелектер балапандарын неге өлтіреді?</w:t>
      </w:r>
    </w:p>
    <w:p w:rsidR="006A3DEE" w:rsidRPr="002E241D" w:rsidRDefault="006A3DEE" w:rsidP="005354E1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7. Неге эвкалипті «ұяты жоқ» ағаш деп атайды?</w:t>
      </w:r>
    </w:p>
    <w:p w:rsidR="006A3DEE" w:rsidRPr="002E241D" w:rsidRDefault="006A3DEE" w:rsidP="005354E1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8. Патша пингвиндерінің ерекшелігі неде?</w:t>
      </w:r>
    </w:p>
    <w:p w:rsidR="006A3DEE" w:rsidRPr="002E241D" w:rsidRDefault="006A3DEE" w:rsidP="005354E1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9. 9 бас, 22 аяқ. неше тауық, неше ешкі. </w:t>
      </w:r>
    </w:p>
    <w:p w:rsidR="006A3DEE" w:rsidRPr="002E241D" w:rsidRDefault="006A3DEE" w:rsidP="005354E1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10. Бала –аяғы жоқ 9, басы жоқ 6, ортан белі жоқ 8 балық ұстады. Барлығы</w:t>
      </w:r>
    </w:p>
    <w:p w:rsidR="006A3DEE" w:rsidRPr="002E241D" w:rsidRDefault="006A3DEE" w:rsidP="005354E1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неше балық?</w:t>
      </w:r>
    </w:p>
    <w:p w:rsidR="006A3DEE" w:rsidRPr="002E241D" w:rsidRDefault="006A3DEE" w:rsidP="00A2151C">
      <w:pPr>
        <w:spacing w:after="0" w:line="360" w:lineRule="auto"/>
        <w:jc w:val="both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 xml:space="preserve">VI. «Жорға» Әр аймаққа басқатырғылар беріледі. </w:t>
      </w:r>
    </w:p>
    <w:p w:rsidR="006A3DEE" w:rsidRPr="002E241D" w:rsidRDefault="006A3DEE" w:rsidP="00425879">
      <w:pPr>
        <w:spacing w:after="0" w:line="360" w:lineRule="auto"/>
        <w:jc w:val="both"/>
        <w:rPr>
          <w:rFonts w:ascii="Times New Roman" w:hAnsi="Times New Roman"/>
          <w:b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sz w:val="18"/>
          <w:szCs w:val="18"/>
          <w:lang w:val="kk-KZ"/>
        </w:rPr>
        <w:t>Қосмекенділер аймағы: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2"/>
        <w:gridCol w:w="1077"/>
        <w:gridCol w:w="912"/>
        <w:gridCol w:w="998"/>
        <w:gridCol w:w="976"/>
        <w:gridCol w:w="934"/>
        <w:gridCol w:w="864"/>
        <w:gridCol w:w="1046"/>
        <w:gridCol w:w="1120"/>
        <w:gridCol w:w="790"/>
      </w:tblGrid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Г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Д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Ү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З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Я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Й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З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Ж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Д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Ұ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П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Й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Б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М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Д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М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Ұ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Б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П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Ұ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Ғ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З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Ш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Б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</w:tr>
    </w:tbl>
    <w:p w:rsidR="006A3DEE" w:rsidRPr="002E241D" w:rsidRDefault="006A3DEE" w:rsidP="00D6360D">
      <w:pPr>
        <w:spacing w:after="0" w:line="360" w:lineRule="auto"/>
        <w:rPr>
          <w:rFonts w:ascii="Times New Roman" w:hAnsi="Times New Roman"/>
          <w:sz w:val="18"/>
          <w:szCs w:val="18"/>
          <w:lang w:val="kk-KZ"/>
        </w:rPr>
      </w:pPr>
    </w:p>
    <w:p w:rsidR="006A3DEE" w:rsidRPr="002E241D" w:rsidRDefault="006A3DEE" w:rsidP="005354E1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>Басқатырғының басталар жерін тауып сызық бойынша оқығанда бақаның қоршаған ортаға бейімделуі  жайында сөйлем шығады.</w:t>
      </w:r>
    </w:p>
    <w:p w:rsidR="006A3DEE" w:rsidRPr="002E241D" w:rsidRDefault="006A3DEE" w:rsidP="005354E1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bCs/>
          <w:sz w:val="18"/>
          <w:szCs w:val="18"/>
          <w:lang w:val="kk-KZ"/>
        </w:rPr>
        <w:t>Жауабы:</w:t>
      </w:r>
      <w:r w:rsidRPr="002E241D">
        <w:rPr>
          <w:rFonts w:ascii="Times New Roman" w:hAnsi="Times New Roman"/>
          <w:sz w:val="18"/>
          <w:szCs w:val="18"/>
          <w:lang w:val="kk-KZ"/>
        </w:rPr>
        <w:t xml:space="preserve"> Сібірлік бұрыштіс аязда мұзға айналып қатып қалса да, күн жылынып мұзы ерігенде қайта тірілетін  бақа.</w:t>
      </w:r>
    </w:p>
    <w:p w:rsidR="006A3DEE" w:rsidRPr="002E241D" w:rsidRDefault="006A3DEE" w:rsidP="00425879">
      <w:pPr>
        <w:spacing w:after="0" w:line="360" w:lineRule="auto"/>
        <w:rPr>
          <w:rFonts w:ascii="Times New Roman" w:hAnsi="Times New Roman"/>
          <w:b/>
          <w:bCs/>
          <w:sz w:val="18"/>
          <w:szCs w:val="18"/>
          <w:lang w:val="kk-KZ"/>
        </w:rPr>
      </w:pPr>
      <w:r w:rsidRPr="002E241D">
        <w:rPr>
          <w:rFonts w:ascii="Times New Roman" w:hAnsi="Times New Roman"/>
          <w:b/>
          <w:bCs/>
          <w:sz w:val="18"/>
          <w:szCs w:val="18"/>
          <w:lang w:val="kk-KZ"/>
        </w:rPr>
        <w:t>Жорғалаушылар аймағы: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2"/>
        <w:gridCol w:w="1077"/>
        <w:gridCol w:w="912"/>
        <w:gridCol w:w="998"/>
        <w:gridCol w:w="976"/>
        <w:gridCol w:w="934"/>
        <w:gridCol w:w="864"/>
        <w:gridCol w:w="1046"/>
        <w:gridCol w:w="1120"/>
        <w:gridCol w:w="790"/>
      </w:tblGrid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Ө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З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Д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Д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Б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Ғ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Ң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Й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О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З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Ғ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Д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Г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Ң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Ү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М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Б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Ғ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О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З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Ғ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</w:p>
        </w:tc>
      </w:tr>
    </w:tbl>
    <w:p w:rsidR="006A3DEE" w:rsidRPr="002E241D" w:rsidRDefault="006A3DEE" w:rsidP="005354E1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Басқатырғының басталар жерін тауып сызықты үзбей жүргізсеңдер кесіртке құрылысындағы ерекшелігі туралы сөйлем шығады.</w:t>
      </w:r>
    </w:p>
    <w:p w:rsidR="006A3DEE" w:rsidRPr="002E241D" w:rsidRDefault="006A3DEE" w:rsidP="005354E1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b/>
          <w:bCs/>
          <w:sz w:val="18"/>
          <w:szCs w:val="18"/>
          <w:lang w:val="kk-KZ"/>
        </w:rPr>
        <w:t>Жауабы:</w:t>
      </w:r>
      <w:r w:rsidRPr="002E241D">
        <w:rPr>
          <w:sz w:val="18"/>
          <w:szCs w:val="18"/>
          <w:lang w:val="kk-KZ"/>
        </w:rPr>
        <w:t xml:space="preserve"> кесіртке көзінде астыңғы қабақ қозғалады, үстіңгі қабағы қозғалмайды.  </w:t>
      </w:r>
    </w:p>
    <w:p w:rsidR="006A3DEE" w:rsidRPr="002E241D" w:rsidRDefault="006A3DEE" w:rsidP="00425879">
      <w:pPr>
        <w:pStyle w:val="NormalWeb"/>
        <w:shd w:val="clear" w:color="auto" w:fill="FFFFFF"/>
        <w:spacing w:line="332" w:lineRule="atLeast"/>
        <w:rPr>
          <w:b/>
          <w:bCs/>
          <w:sz w:val="18"/>
          <w:szCs w:val="18"/>
          <w:lang w:val="kk-KZ"/>
        </w:rPr>
      </w:pPr>
      <w:r w:rsidRPr="002E241D">
        <w:rPr>
          <w:b/>
          <w:bCs/>
          <w:sz w:val="18"/>
          <w:szCs w:val="18"/>
          <w:lang w:val="kk-KZ"/>
        </w:rPr>
        <w:t>Құстар аймағы: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2"/>
        <w:gridCol w:w="1077"/>
        <w:gridCol w:w="912"/>
        <w:gridCol w:w="998"/>
        <w:gridCol w:w="976"/>
        <w:gridCol w:w="934"/>
        <w:gridCol w:w="864"/>
        <w:gridCol w:w="1046"/>
        <w:gridCol w:w="1120"/>
        <w:gridCol w:w="790"/>
      </w:tblGrid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Д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 Н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У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М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О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Д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В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Б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З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П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Ж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Ғ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Х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И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Й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О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Ң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Я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Ғ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О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У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М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И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Г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Ш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Д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П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Ж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М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Ғ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П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Д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В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Д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Ө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П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</w:tr>
    </w:tbl>
    <w:p w:rsidR="006A3DEE" w:rsidRPr="002E241D" w:rsidRDefault="006A3DEE" w:rsidP="00BD79A4">
      <w:pPr>
        <w:pStyle w:val="NormalWeb"/>
        <w:shd w:val="clear" w:color="auto" w:fill="FFFFFF"/>
        <w:spacing w:line="332" w:lineRule="atLeast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Басқатырғының басталар жерін тауып сызықты үзбей жүргізсеңдер  құстардың қаңқа құрылысындағы ерекшелігі туралы сөйлем шығады.</w:t>
      </w:r>
    </w:p>
    <w:p w:rsidR="006A3DEE" w:rsidRPr="002E241D" w:rsidRDefault="006A3DEE" w:rsidP="00BD79A4">
      <w:pPr>
        <w:pStyle w:val="NormalWeb"/>
        <w:shd w:val="clear" w:color="auto" w:fill="FFFFFF"/>
        <w:spacing w:line="332" w:lineRule="atLeast"/>
        <w:rPr>
          <w:sz w:val="18"/>
          <w:szCs w:val="18"/>
          <w:lang w:val="kk-KZ"/>
        </w:rPr>
      </w:pPr>
      <w:r w:rsidRPr="002E241D">
        <w:rPr>
          <w:b/>
          <w:bCs/>
          <w:sz w:val="18"/>
          <w:szCs w:val="18"/>
          <w:lang w:val="kk-KZ"/>
        </w:rPr>
        <w:t xml:space="preserve">Жауабы: </w:t>
      </w:r>
      <w:r w:rsidRPr="002E241D">
        <w:rPr>
          <w:sz w:val="18"/>
          <w:szCs w:val="18"/>
          <w:lang w:val="kk-KZ"/>
        </w:rPr>
        <w:t>денесі қауырсынмен қапталып, алдыңғы аяқтары қанатқа айналған.</w:t>
      </w:r>
    </w:p>
    <w:p w:rsidR="006A3DEE" w:rsidRPr="002E241D" w:rsidRDefault="006A3DEE" w:rsidP="00BD79A4">
      <w:pPr>
        <w:pStyle w:val="NormalWeb"/>
        <w:shd w:val="clear" w:color="auto" w:fill="FFFFFF"/>
        <w:spacing w:line="332" w:lineRule="atLeast"/>
        <w:rPr>
          <w:b/>
          <w:bCs/>
          <w:sz w:val="18"/>
          <w:szCs w:val="18"/>
          <w:lang w:val="kk-KZ"/>
        </w:rPr>
      </w:pPr>
      <w:r w:rsidRPr="002E241D">
        <w:rPr>
          <w:b/>
          <w:bCs/>
          <w:sz w:val="18"/>
          <w:szCs w:val="18"/>
          <w:lang w:val="kk-KZ"/>
        </w:rPr>
        <w:t>Сүтқоректілер аймағы: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2"/>
        <w:gridCol w:w="1077"/>
        <w:gridCol w:w="912"/>
        <w:gridCol w:w="998"/>
        <w:gridCol w:w="976"/>
        <w:gridCol w:w="934"/>
        <w:gridCol w:w="864"/>
        <w:gridCol w:w="1046"/>
        <w:gridCol w:w="1120"/>
        <w:gridCol w:w="790"/>
      </w:tblGrid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У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Ұ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 Н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У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М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О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Д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В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Б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З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П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Ж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Ғ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П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Х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И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Й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О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Ң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Ғ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Е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М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І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Ү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П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У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П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Ж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М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Ғ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У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Й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Ж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</w:p>
        </w:tc>
      </w:tr>
      <w:tr w:rsidR="006A3DEE" w:rsidRPr="002E241D" w:rsidTr="00ED42AD">
        <w:tc>
          <w:tcPr>
            <w:tcW w:w="83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1077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912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998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Ж</w:t>
            </w:r>
          </w:p>
        </w:tc>
        <w:tc>
          <w:tcPr>
            <w:tcW w:w="97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  <w:tc>
          <w:tcPr>
            <w:tcW w:w="93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Д</w:t>
            </w:r>
          </w:p>
        </w:tc>
        <w:tc>
          <w:tcPr>
            <w:tcW w:w="864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</w:p>
        </w:tc>
        <w:tc>
          <w:tcPr>
            <w:tcW w:w="1046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</w:p>
        </w:tc>
        <w:tc>
          <w:tcPr>
            <w:tcW w:w="112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</w:p>
        </w:tc>
        <w:tc>
          <w:tcPr>
            <w:tcW w:w="790" w:type="dxa"/>
          </w:tcPr>
          <w:p w:rsidR="006A3DEE" w:rsidRPr="002E241D" w:rsidRDefault="006A3DEE" w:rsidP="00ED42A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E241D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</w:p>
        </w:tc>
      </w:tr>
    </w:tbl>
    <w:p w:rsidR="006A3DEE" w:rsidRPr="002E241D" w:rsidRDefault="006A3DEE" w:rsidP="005354E1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Басқатырғының басталар жерін тауып сызықты үзбей жүргізсеңдер  сүтқоректілердің  ерекшелігі туралы сөйлем шығады.</w:t>
      </w:r>
    </w:p>
    <w:p w:rsidR="006A3DEE" w:rsidRDefault="006A3DEE" w:rsidP="002E241D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b/>
          <w:bCs/>
          <w:sz w:val="18"/>
          <w:szCs w:val="18"/>
          <w:lang w:val="kk-KZ"/>
        </w:rPr>
        <w:t>Жауабы:</w:t>
      </w:r>
      <w:r w:rsidRPr="002E241D">
        <w:rPr>
          <w:sz w:val="18"/>
          <w:szCs w:val="18"/>
          <w:lang w:val="kk-KZ"/>
        </w:rPr>
        <w:t xml:space="preserve"> Ұрпағын тірі туып, сүтімен асырайтын жылықанды жануарлар.</w:t>
      </w:r>
    </w:p>
    <w:p w:rsidR="006A3DEE" w:rsidRDefault="006A3DEE" w:rsidP="002E241D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b/>
          <w:bCs/>
          <w:sz w:val="18"/>
          <w:szCs w:val="18"/>
          <w:lang w:val="kk-KZ"/>
        </w:rPr>
        <w:t>Қорытынды:</w:t>
      </w:r>
      <w:r w:rsidRPr="002E241D">
        <w:rPr>
          <w:sz w:val="18"/>
          <w:szCs w:val="18"/>
          <w:lang w:val="kk-KZ"/>
        </w:rPr>
        <w:t xml:space="preserve">  </w:t>
      </w:r>
    </w:p>
    <w:p w:rsidR="006A3DEE" w:rsidRPr="002E241D" w:rsidRDefault="006A3DEE" w:rsidP="002E241D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b/>
          <w:bCs/>
          <w:sz w:val="18"/>
          <w:szCs w:val="18"/>
          <w:lang w:val="kk-KZ"/>
        </w:rPr>
        <w:t>Мұғалім:</w:t>
      </w:r>
      <w:r w:rsidRPr="002E241D">
        <w:rPr>
          <w:sz w:val="18"/>
          <w:szCs w:val="18"/>
          <w:lang w:val="kk-KZ"/>
        </w:rPr>
        <w:t xml:space="preserve"> Сайыс барысында жеңген аймақты марапаттап, барлық оқушылар бағаланды. </w:t>
      </w:r>
    </w:p>
    <w:p w:rsidR="006A3DEE" w:rsidRPr="002E241D" w:rsidRDefault="006A3DEE" w:rsidP="00FD727E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Осы өткен ойын-сайыста биология пәнінің  әлі де қызыққа, жаңашылдыққа  толы  екенін көрсетеді.</w:t>
      </w:r>
    </w:p>
    <w:p w:rsidR="006A3DEE" w:rsidRPr="002E241D" w:rsidRDefault="006A3DEE" w:rsidP="00FD727E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Білімнің тұңғиығы бойлайтұғын,</w:t>
      </w:r>
    </w:p>
    <w:p w:rsidR="006A3DEE" w:rsidRPr="002E241D" w:rsidRDefault="006A3DEE" w:rsidP="00FD727E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Тоқысақ жалықтыра қоймайтұғын.</w:t>
      </w:r>
    </w:p>
    <w:p w:rsidR="006A3DEE" w:rsidRPr="002E241D" w:rsidRDefault="006A3DEE" w:rsidP="00FD727E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Ғалымдар патшасы боп, дараланып,</w:t>
      </w:r>
    </w:p>
    <w:p w:rsidR="006A3DEE" w:rsidRPr="002E241D" w:rsidRDefault="006A3DEE" w:rsidP="00FD727E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Биология қызыққа тоймайтұғын.</w:t>
      </w:r>
    </w:p>
    <w:p w:rsidR="006A3DEE" w:rsidRPr="002E241D" w:rsidRDefault="006A3DEE" w:rsidP="00FD727E">
      <w:pPr>
        <w:pStyle w:val="NormalWeb"/>
        <w:shd w:val="clear" w:color="auto" w:fill="FFFFFF"/>
        <w:spacing w:line="332" w:lineRule="atLeast"/>
        <w:jc w:val="both"/>
        <w:rPr>
          <w:b/>
          <w:bCs/>
          <w:sz w:val="18"/>
          <w:szCs w:val="18"/>
          <w:lang w:val="kk-KZ"/>
        </w:rPr>
      </w:pPr>
      <w:r w:rsidRPr="002E241D">
        <w:rPr>
          <w:b/>
          <w:bCs/>
          <w:sz w:val="18"/>
          <w:szCs w:val="18"/>
          <w:lang w:val="kk-KZ"/>
        </w:rPr>
        <w:t>Өткен сабағымызды</w:t>
      </w:r>
      <w:r w:rsidRPr="002E241D">
        <w:rPr>
          <w:sz w:val="18"/>
          <w:szCs w:val="18"/>
          <w:lang w:val="kk-KZ"/>
        </w:rPr>
        <w:t xml:space="preserve"> </w:t>
      </w:r>
      <w:r w:rsidRPr="002E241D">
        <w:rPr>
          <w:b/>
          <w:bCs/>
          <w:sz w:val="18"/>
          <w:szCs w:val="18"/>
          <w:lang w:val="kk-KZ"/>
        </w:rPr>
        <w:t>өлең шумағы арқылы  қорытындылау. </w:t>
      </w:r>
    </w:p>
    <w:p w:rsidR="006A3DEE" w:rsidRPr="002E241D" w:rsidRDefault="006A3DEE" w:rsidP="00FD727E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Күніміз ашық болсын,</w:t>
      </w:r>
    </w:p>
    <w:p w:rsidR="006A3DEE" w:rsidRPr="002E241D" w:rsidRDefault="006A3DEE" w:rsidP="00FD727E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Түніміз тыныш болсын,</w:t>
      </w:r>
    </w:p>
    <w:p w:rsidR="006A3DEE" w:rsidRPr="002E241D" w:rsidRDefault="006A3DEE" w:rsidP="00FD727E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Ауамыз таза болсын,</w:t>
      </w:r>
    </w:p>
    <w:p w:rsidR="006A3DEE" w:rsidRPr="002E241D" w:rsidRDefault="006A3DEE" w:rsidP="00FD727E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Жан-жануарымыз  аман болсын.</w:t>
      </w:r>
    </w:p>
    <w:p w:rsidR="006A3DEE" w:rsidRPr="002E241D" w:rsidRDefault="006A3DEE" w:rsidP="00FD727E">
      <w:pPr>
        <w:pStyle w:val="NormalWeb"/>
        <w:shd w:val="clear" w:color="auto" w:fill="FFFFFF"/>
        <w:spacing w:line="332" w:lineRule="atLeast"/>
        <w:jc w:val="both"/>
        <w:rPr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>Бәріміз аман сау болайық. Сау болыңдар!</w:t>
      </w:r>
    </w:p>
    <w:p w:rsidR="006A3DEE" w:rsidRPr="002E241D" w:rsidRDefault="006A3DEE" w:rsidP="00FD727E">
      <w:pPr>
        <w:pStyle w:val="NormalWeb"/>
        <w:shd w:val="clear" w:color="auto" w:fill="FFFFFF"/>
        <w:spacing w:line="332" w:lineRule="atLeast"/>
        <w:jc w:val="both"/>
        <w:rPr>
          <w:rFonts w:ascii="Arial" w:hAnsi="Arial" w:cs="Arial"/>
          <w:color w:val="666666"/>
          <w:sz w:val="18"/>
          <w:szCs w:val="18"/>
          <w:lang w:val="kk-KZ"/>
        </w:rPr>
      </w:pPr>
      <w:r w:rsidRPr="002E241D">
        <w:rPr>
          <w:sz w:val="18"/>
          <w:szCs w:val="18"/>
          <w:lang w:val="kk-KZ"/>
        </w:rPr>
        <w:t xml:space="preserve">     </w:t>
      </w:r>
    </w:p>
    <w:p w:rsidR="006A3DEE" w:rsidRPr="00603529" w:rsidRDefault="006A3DEE" w:rsidP="00FD727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2E241D"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A3DEE" w:rsidRPr="00603529" w:rsidSect="00CF053F">
      <w:pgSz w:w="11906" w:h="16838"/>
      <w:pgMar w:top="1258" w:right="1133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3DA"/>
    <w:multiLevelType w:val="hybridMultilevel"/>
    <w:tmpl w:val="6270FD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BC0CAF"/>
    <w:multiLevelType w:val="hybridMultilevel"/>
    <w:tmpl w:val="0F48B6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0F1FCA"/>
    <w:multiLevelType w:val="hybridMultilevel"/>
    <w:tmpl w:val="B1E8B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10230E7"/>
    <w:multiLevelType w:val="hybridMultilevel"/>
    <w:tmpl w:val="BB7E6C1C"/>
    <w:lvl w:ilvl="0" w:tplc="1B4A349C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>
    <w:nsid w:val="56315C13"/>
    <w:multiLevelType w:val="hybridMultilevel"/>
    <w:tmpl w:val="07DE2EBC"/>
    <w:lvl w:ilvl="0" w:tplc="0FE045FA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>
    <w:nsid w:val="5F0A5CC9"/>
    <w:multiLevelType w:val="hybridMultilevel"/>
    <w:tmpl w:val="2EDE547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EED4853"/>
    <w:multiLevelType w:val="hybridMultilevel"/>
    <w:tmpl w:val="8BA2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1115F2"/>
    <w:multiLevelType w:val="hybridMultilevel"/>
    <w:tmpl w:val="2250D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529"/>
    <w:rsid w:val="0004087D"/>
    <w:rsid w:val="00055090"/>
    <w:rsid w:val="0006766C"/>
    <w:rsid w:val="00071300"/>
    <w:rsid w:val="00081A86"/>
    <w:rsid w:val="000C7153"/>
    <w:rsid w:val="000D10CB"/>
    <w:rsid w:val="000F5097"/>
    <w:rsid w:val="00125DB3"/>
    <w:rsid w:val="0013547F"/>
    <w:rsid w:val="0020703A"/>
    <w:rsid w:val="00213999"/>
    <w:rsid w:val="00273F34"/>
    <w:rsid w:val="002A0DA5"/>
    <w:rsid w:val="002E241D"/>
    <w:rsid w:val="003155B9"/>
    <w:rsid w:val="00411DC2"/>
    <w:rsid w:val="00425879"/>
    <w:rsid w:val="00480975"/>
    <w:rsid w:val="004B2527"/>
    <w:rsid w:val="00516DD8"/>
    <w:rsid w:val="005354E1"/>
    <w:rsid w:val="00574124"/>
    <w:rsid w:val="00596EDC"/>
    <w:rsid w:val="00603529"/>
    <w:rsid w:val="006432BC"/>
    <w:rsid w:val="006A31F2"/>
    <w:rsid w:val="006A3DEE"/>
    <w:rsid w:val="007361CA"/>
    <w:rsid w:val="007C1CCA"/>
    <w:rsid w:val="00803A9D"/>
    <w:rsid w:val="008128B2"/>
    <w:rsid w:val="00820FC9"/>
    <w:rsid w:val="0083343A"/>
    <w:rsid w:val="00845ECE"/>
    <w:rsid w:val="00884104"/>
    <w:rsid w:val="008849B9"/>
    <w:rsid w:val="008C397C"/>
    <w:rsid w:val="008F7F81"/>
    <w:rsid w:val="00925E8F"/>
    <w:rsid w:val="009708AC"/>
    <w:rsid w:val="00992B8D"/>
    <w:rsid w:val="009A7B9C"/>
    <w:rsid w:val="00A2151C"/>
    <w:rsid w:val="00A46EA3"/>
    <w:rsid w:val="00A53005"/>
    <w:rsid w:val="00B310E4"/>
    <w:rsid w:val="00B54FDC"/>
    <w:rsid w:val="00B6144A"/>
    <w:rsid w:val="00B6720D"/>
    <w:rsid w:val="00BD79A4"/>
    <w:rsid w:val="00BD7C27"/>
    <w:rsid w:val="00C66330"/>
    <w:rsid w:val="00CF053F"/>
    <w:rsid w:val="00D31CC6"/>
    <w:rsid w:val="00D6360D"/>
    <w:rsid w:val="00DD1390"/>
    <w:rsid w:val="00E624CA"/>
    <w:rsid w:val="00E910F4"/>
    <w:rsid w:val="00E964B9"/>
    <w:rsid w:val="00EB2D44"/>
    <w:rsid w:val="00EC2951"/>
    <w:rsid w:val="00ED2A2C"/>
    <w:rsid w:val="00ED42AD"/>
    <w:rsid w:val="00EE6854"/>
    <w:rsid w:val="00EF7922"/>
    <w:rsid w:val="00FD1807"/>
    <w:rsid w:val="00FD7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DB3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D6360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D2A2C"/>
    <w:rPr>
      <w:rFonts w:ascii="Cambria" w:hAnsi="Cambria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845ECE"/>
    <w:pPr>
      <w:ind w:left="720"/>
      <w:contextualSpacing/>
    </w:pPr>
  </w:style>
  <w:style w:type="paragraph" w:styleId="NormalWeb">
    <w:name w:val="Normal (Web)"/>
    <w:basedOn w:val="Normal"/>
    <w:uiPriority w:val="99"/>
    <w:rsid w:val="009708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360D"/>
    <w:rPr>
      <w:rFonts w:cs="Times New Roman"/>
    </w:rPr>
  </w:style>
  <w:style w:type="table" w:styleId="TableGrid">
    <w:name w:val="Table Grid"/>
    <w:basedOn w:val="TableNormal"/>
    <w:uiPriority w:val="99"/>
    <w:locked/>
    <w:rsid w:val="00273F34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23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23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23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23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23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632</TotalTime>
  <Pages>7</Pages>
  <Words>2177</Words>
  <Characters>12415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8</cp:revision>
  <cp:lastPrinted>2013-11-10T08:34:00Z</cp:lastPrinted>
  <dcterms:created xsi:type="dcterms:W3CDTF">2013-04-18T11:22:00Z</dcterms:created>
  <dcterms:modified xsi:type="dcterms:W3CDTF">2013-11-10T08:34:00Z</dcterms:modified>
</cp:coreProperties>
</file>